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91452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9145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" filled="f" strokecolor="#76923c [2406]" strokeweight="1pt"/>
            </w:pict>
          </mc:Fallback>
        </mc:AlternateContent>
      </w:r>
      <w:r w:rsidR="0070117B">
        <w:rPr>
          <w:rFonts w:ascii="Arial" w:hAnsi="Arial" w:cs="Arial"/>
          <w:b/>
          <w:color w:val="76923C" w:themeColor="accent3" w:themeShade="BF"/>
          <w:sz w:val="28"/>
          <w:szCs w:val="28"/>
        </w:rPr>
        <w:t>CORRIDA DA CORES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Default="000E4464" w:rsidP="0070117B">
      <w:pPr>
        <w:jc w:val="both"/>
        <w:rPr>
          <w:rFonts w:ascii="Arial" w:hAnsi="Arial" w:cs="Arial"/>
        </w:rPr>
      </w:pPr>
      <w:r w:rsidRPr="0070117B">
        <w:rPr>
          <w:rFonts w:ascii="Arial" w:hAnsi="Arial" w:cs="Arial"/>
          <w:u w:val="single"/>
        </w:rPr>
        <w:t>Nombre d</w:t>
      </w:r>
      <w:r w:rsidR="00B431DF" w:rsidRPr="0070117B">
        <w:rPr>
          <w:rFonts w:ascii="Arial" w:hAnsi="Arial" w:cs="Arial"/>
          <w:u w:val="single"/>
        </w:rPr>
        <w:t>'élèves</w:t>
      </w:r>
      <w:r w:rsidRPr="0070117B">
        <w:rPr>
          <w:rFonts w:ascii="Arial" w:hAnsi="Arial" w:cs="Arial"/>
        </w:rPr>
        <w:t xml:space="preserve"> : </w:t>
      </w:r>
      <w:r w:rsidRPr="0070117B">
        <w:rPr>
          <w:rFonts w:ascii="Arial" w:hAnsi="Arial" w:cs="Arial"/>
        </w:rPr>
        <w:tab/>
        <w:t>1 à 6</w:t>
      </w:r>
    </w:p>
    <w:p w:rsidR="0070117B" w:rsidRDefault="0070117B" w:rsidP="00F56F70">
      <w:pPr>
        <w:spacing w:after="0"/>
        <w:jc w:val="both"/>
        <w:rPr>
          <w:rFonts w:ascii="Arial" w:hAnsi="Arial" w:cs="Arial"/>
        </w:rPr>
      </w:pPr>
      <w:r w:rsidRPr="0070117B">
        <w:rPr>
          <w:rFonts w:ascii="Arial" w:hAnsi="Arial" w:cs="Arial"/>
          <w:u w:val="single"/>
        </w:rPr>
        <w:t>Matériel :</w:t>
      </w:r>
      <w:r w:rsidRPr="0070117B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>PDF "règle du jeu"</w:t>
      </w:r>
    </w:p>
    <w:p w:rsidR="0070117B" w:rsidRPr="0070117B" w:rsidRDefault="0070117B" w:rsidP="00F56F70">
      <w:pPr>
        <w:spacing w:after="0"/>
        <w:ind w:left="2124"/>
        <w:jc w:val="both"/>
        <w:rPr>
          <w:rFonts w:ascii="Arial" w:hAnsi="Arial" w:cs="Arial"/>
        </w:rPr>
      </w:pPr>
      <w:r w:rsidRPr="0070117B">
        <w:rPr>
          <w:rFonts w:ascii="Arial" w:hAnsi="Arial" w:cs="Arial"/>
        </w:rPr>
        <w:t>PDF "chiffres en portugais"</w:t>
      </w:r>
    </w:p>
    <w:p w:rsidR="0070117B" w:rsidRDefault="0070117B" w:rsidP="00F56F70">
      <w:pPr>
        <w:spacing w:after="0"/>
        <w:ind w:left="2124"/>
        <w:jc w:val="both"/>
        <w:rPr>
          <w:rFonts w:ascii="Arial" w:hAnsi="Arial" w:cs="Arial"/>
        </w:rPr>
      </w:pPr>
      <w:r w:rsidRPr="0070117B">
        <w:rPr>
          <w:rFonts w:ascii="Arial" w:hAnsi="Arial" w:cs="Arial"/>
        </w:rPr>
        <w:t>PDF "couleurs en portugais"</w:t>
      </w:r>
    </w:p>
    <w:p w:rsidR="0070117B" w:rsidRPr="0070117B" w:rsidRDefault="00F24CBE" w:rsidP="00F56F7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Craies de couleur</w:t>
      </w:r>
    </w:p>
    <w:p w:rsidR="0070117B" w:rsidRPr="0070117B" w:rsidRDefault="0070117B" w:rsidP="00F56F70">
      <w:pPr>
        <w:spacing w:after="0"/>
        <w:ind w:left="2124"/>
        <w:jc w:val="both"/>
        <w:rPr>
          <w:rFonts w:ascii="Arial" w:hAnsi="Arial" w:cs="Arial"/>
        </w:rPr>
      </w:pPr>
      <w:r w:rsidRPr="0070117B">
        <w:rPr>
          <w:rFonts w:ascii="Arial" w:hAnsi="Arial" w:cs="Arial"/>
        </w:rPr>
        <w:t>Grand dé en mousse</w:t>
      </w:r>
    </w:p>
    <w:p w:rsidR="00687DE3" w:rsidRDefault="00687DE3" w:rsidP="0070117B">
      <w:pPr>
        <w:spacing w:after="0"/>
        <w:jc w:val="both"/>
        <w:rPr>
          <w:rFonts w:ascii="Arial" w:hAnsi="Arial" w:cs="Arial"/>
        </w:rPr>
      </w:pPr>
    </w:p>
    <w:p w:rsidR="006F6642" w:rsidRDefault="006F6642" w:rsidP="0070117B">
      <w:pPr>
        <w:spacing w:after="0"/>
        <w:jc w:val="both"/>
        <w:rPr>
          <w:rFonts w:ascii="Arial" w:hAnsi="Arial" w:cs="Arial"/>
        </w:rPr>
      </w:pPr>
    </w:p>
    <w:p w:rsidR="006F6642" w:rsidRPr="0070117B" w:rsidRDefault="006F6642" w:rsidP="0070117B">
      <w:pPr>
        <w:spacing w:after="0"/>
        <w:jc w:val="both"/>
        <w:rPr>
          <w:rFonts w:ascii="Arial" w:hAnsi="Arial" w:cs="Arial"/>
        </w:rPr>
      </w:pPr>
    </w:p>
    <w:p w:rsidR="000E4464" w:rsidRDefault="000E4464" w:rsidP="00DC7E5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D1B98" w:rsidRDefault="0070117B" w:rsidP="006F6642">
      <w:pPr>
        <w:ind w:left="709"/>
        <w:jc w:val="both"/>
        <w:rPr>
          <w:rFonts w:ascii="Arial" w:hAnsi="Arial" w:cs="Arial"/>
          <w:b/>
        </w:rPr>
      </w:pPr>
      <w:r w:rsidRPr="0070117B">
        <w:rPr>
          <w:rFonts w:ascii="Arial" w:hAnsi="Arial" w:cs="Arial"/>
          <w:b/>
        </w:rPr>
        <w:t xml:space="preserve">Il s'agit de lancer un dé et d'avancer à travers des cases tout en apprenant les chiffres et les couleurs en portugais. </w:t>
      </w:r>
      <w:r w:rsidR="00D71EF0">
        <w:rPr>
          <w:rFonts w:ascii="Arial" w:hAnsi="Arial" w:cs="Arial"/>
          <w:b/>
        </w:rPr>
        <w:t xml:space="preserve">Pour gagner, il faut arriver sur la dernière case avant ses camarades. </w:t>
      </w:r>
    </w:p>
    <w:p w:rsidR="004B3F3D" w:rsidRPr="00177EC9" w:rsidRDefault="000E4464" w:rsidP="00DC7E5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DC7E57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70117B" w:rsidRPr="0070117B" w:rsidRDefault="0070117B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0117B">
        <w:rPr>
          <w:rFonts w:ascii="Arial" w:hAnsi="Arial" w:cs="Arial"/>
          <w:b/>
        </w:rPr>
        <w:t xml:space="preserve">Préparer 5 lignes distinctes composées de 10 cases de couleurs variées. Préciser à l'aide d'une craie la ligne </w:t>
      </w:r>
      <w:r w:rsidR="00D27410">
        <w:rPr>
          <w:rFonts w:ascii="Arial" w:hAnsi="Arial" w:cs="Arial"/>
          <w:b/>
        </w:rPr>
        <w:t>de</w:t>
      </w:r>
      <w:r w:rsidRPr="0070117B">
        <w:rPr>
          <w:rFonts w:ascii="Arial" w:hAnsi="Arial" w:cs="Arial"/>
          <w:b/>
        </w:rPr>
        <w:t xml:space="preserve"> départ et </w:t>
      </w:r>
      <w:r w:rsidR="00D27410">
        <w:rPr>
          <w:rFonts w:ascii="Arial" w:hAnsi="Arial" w:cs="Arial"/>
          <w:b/>
        </w:rPr>
        <w:t>la ligne d'</w:t>
      </w:r>
      <w:r w:rsidRPr="0070117B">
        <w:rPr>
          <w:rFonts w:ascii="Arial" w:hAnsi="Arial" w:cs="Arial"/>
          <w:b/>
        </w:rPr>
        <w:t>arrivée. Il s'agira de parcours devant être effectués par les</w:t>
      </w:r>
      <w:r w:rsidR="001D1B98">
        <w:rPr>
          <w:rFonts w:ascii="Arial" w:hAnsi="Arial" w:cs="Arial"/>
          <w:b/>
        </w:rPr>
        <w:t xml:space="preserve"> élèves</w:t>
      </w:r>
      <w:r w:rsidRPr="0070117B">
        <w:rPr>
          <w:rFonts w:ascii="Arial" w:hAnsi="Arial" w:cs="Arial"/>
          <w:b/>
        </w:rPr>
        <w:t>.</w:t>
      </w:r>
    </w:p>
    <w:p w:rsidR="0070117B" w:rsidRPr="0070117B" w:rsidRDefault="0070117B" w:rsidP="00DC7E57">
      <w:pPr>
        <w:pStyle w:val="Paragraphedeliste"/>
        <w:jc w:val="both"/>
        <w:rPr>
          <w:rFonts w:ascii="Arial" w:hAnsi="Arial" w:cs="Arial"/>
          <w:b/>
        </w:rPr>
      </w:pPr>
    </w:p>
    <w:p w:rsidR="0070117B" w:rsidRPr="0070117B" w:rsidRDefault="00D27410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Présenter</w:t>
      </w:r>
      <w:r w:rsidR="0070117B" w:rsidRPr="0070117B">
        <w:rPr>
          <w:rFonts w:ascii="Arial" w:hAnsi="Arial" w:cs="Arial"/>
          <w:b/>
        </w:rPr>
        <w:t xml:space="preserve"> les chiffres de 1</w:t>
      </w:r>
      <w:r>
        <w:rPr>
          <w:rFonts w:ascii="Arial" w:hAnsi="Arial" w:cs="Arial"/>
          <w:b/>
        </w:rPr>
        <w:t xml:space="preserve"> à </w:t>
      </w:r>
      <w:r w:rsidR="0070117B" w:rsidRPr="0070117B">
        <w:rPr>
          <w:rFonts w:ascii="Arial" w:hAnsi="Arial" w:cs="Arial"/>
          <w:b/>
        </w:rPr>
        <w:t>6 ainsi que quelques</w:t>
      </w:r>
      <w:r w:rsidR="00DC7E57">
        <w:rPr>
          <w:rFonts w:ascii="Arial" w:hAnsi="Arial" w:cs="Arial"/>
          <w:b/>
        </w:rPr>
        <w:t xml:space="preserve"> couleurs basiques en portugais</w:t>
      </w:r>
      <w:r w:rsidR="0070117B" w:rsidRPr="0070117B">
        <w:rPr>
          <w:rFonts w:ascii="Arial" w:hAnsi="Arial" w:cs="Arial"/>
          <w:b/>
        </w:rPr>
        <w:t xml:space="preserve"> (voir </w:t>
      </w:r>
      <w:r w:rsidR="001D1B98">
        <w:rPr>
          <w:rFonts w:ascii="Arial" w:hAnsi="Arial" w:cs="Arial"/>
          <w:b/>
        </w:rPr>
        <w:t>PDF "chiffres en portugais" et PDF "couleurs en portugais").</w:t>
      </w:r>
    </w:p>
    <w:p w:rsidR="0070117B" w:rsidRPr="0070117B" w:rsidRDefault="0070117B" w:rsidP="00DC7E57">
      <w:pPr>
        <w:pStyle w:val="Paragraphedeliste"/>
        <w:jc w:val="both"/>
        <w:rPr>
          <w:rFonts w:ascii="Arial" w:hAnsi="Arial" w:cs="Arial"/>
          <w:b/>
        </w:rPr>
      </w:pPr>
    </w:p>
    <w:p w:rsidR="001D1B98" w:rsidRDefault="001D1B98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 élève</w:t>
      </w:r>
      <w:r w:rsidR="0070117B" w:rsidRPr="0070117B">
        <w:rPr>
          <w:rFonts w:ascii="Arial" w:hAnsi="Arial" w:cs="Arial"/>
          <w:b/>
        </w:rPr>
        <w:t xml:space="preserve"> se positionne devant la première case colorée de sa ligne.</w:t>
      </w:r>
    </w:p>
    <w:p w:rsidR="001D1B98" w:rsidRPr="001D1B98" w:rsidRDefault="001D1B98" w:rsidP="00DC7E57">
      <w:pPr>
        <w:pStyle w:val="Paragraphedeliste"/>
        <w:jc w:val="both"/>
        <w:rPr>
          <w:rFonts w:ascii="Arial" w:hAnsi="Arial" w:cs="Arial"/>
          <w:b/>
        </w:rPr>
      </w:pPr>
    </w:p>
    <w:p w:rsidR="0070117B" w:rsidRPr="001D1B98" w:rsidRDefault="001D1B98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 élève</w:t>
      </w:r>
      <w:r w:rsidR="009943DC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au fur et à mesure de son tour</w:t>
      </w:r>
      <w:r w:rsidR="0070117B" w:rsidRPr="001D1B9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lance le dé et avance</w:t>
      </w:r>
      <w:r w:rsidR="0070117B" w:rsidRPr="001D1B98">
        <w:rPr>
          <w:rFonts w:ascii="Arial" w:hAnsi="Arial" w:cs="Arial"/>
          <w:b/>
        </w:rPr>
        <w:t xml:space="preserve"> du nombre de cases équivalentes au chiffre tiré. </w:t>
      </w:r>
      <w:r>
        <w:rPr>
          <w:rFonts w:ascii="Arial" w:hAnsi="Arial" w:cs="Arial"/>
          <w:b/>
        </w:rPr>
        <w:t xml:space="preserve"> L'élève compte</w:t>
      </w:r>
      <w:r w:rsidR="0070117B" w:rsidRPr="001D1B98">
        <w:rPr>
          <w:rFonts w:ascii="Arial" w:hAnsi="Arial" w:cs="Arial"/>
          <w:b/>
        </w:rPr>
        <w:t xml:space="preserve"> en portugais, à haute voix, le nombre </w:t>
      </w:r>
      <w:r>
        <w:rPr>
          <w:rFonts w:ascii="Arial" w:hAnsi="Arial" w:cs="Arial"/>
          <w:b/>
        </w:rPr>
        <w:t xml:space="preserve">de cases qu'il </w:t>
      </w:r>
      <w:r w:rsidR="00D27410">
        <w:rPr>
          <w:rFonts w:ascii="Arial" w:hAnsi="Arial" w:cs="Arial"/>
          <w:b/>
        </w:rPr>
        <w:t>parcourt</w:t>
      </w:r>
      <w:r w:rsidR="0070117B" w:rsidRPr="001D1B98">
        <w:rPr>
          <w:rFonts w:ascii="Arial" w:hAnsi="Arial" w:cs="Arial"/>
          <w:b/>
        </w:rPr>
        <w:t xml:space="preserve">. En arrivant sur la case </w:t>
      </w:r>
      <w:r>
        <w:rPr>
          <w:rFonts w:ascii="Arial" w:hAnsi="Arial" w:cs="Arial"/>
          <w:b/>
        </w:rPr>
        <w:t>équivalente au chiffre tiré, l'élève</w:t>
      </w:r>
      <w:r w:rsidR="0070117B" w:rsidRPr="001D1B9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annonce</w:t>
      </w:r>
      <w:r w:rsidR="0070117B" w:rsidRPr="001D1B98">
        <w:rPr>
          <w:rFonts w:ascii="Arial" w:hAnsi="Arial" w:cs="Arial"/>
          <w:b/>
        </w:rPr>
        <w:t>, à haute voix, la couleur de celle-ci.</w:t>
      </w:r>
    </w:p>
    <w:p w:rsidR="0070117B" w:rsidRPr="0070117B" w:rsidRDefault="0070117B" w:rsidP="00DC7E57">
      <w:pPr>
        <w:pStyle w:val="Paragraphedeliste"/>
        <w:jc w:val="both"/>
        <w:rPr>
          <w:rFonts w:ascii="Arial" w:hAnsi="Arial" w:cs="Arial"/>
          <w:b/>
        </w:rPr>
      </w:pPr>
    </w:p>
    <w:p w:rsidR="0070117B" w:rsidRPr="0070117B" w:rsidRDefault="001D1B98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Puis, c'est à l'élève </w:t>
      </w:r>
      <w:r w:rsidR="009943DC">
        <w:rPr>
          <w:rFonts w:ascii="Arial" w:hAnsi="Arial" w:cs="Arial"/>
          <w:b/>
        </w:rPr>
        <w:t>suivant</w:t>
      </w:r>
      <w:r w:rsidR="0070117B" w:rsidRPr="0070117B">
        <w:rPr>
          <w:rFonts w:ascii="Arial" w:hAnsi="Arial" w:cs="Arial"/>
          <w:b/>
        </w:rPr>
        <w:t xml:space="preserve"> de lancer le dé et d'avancer.</w:t>
      </w:r>
    </w:p>
    <w:p w:rsidR="0070117B" w:rsidRPr="0070117B" w:rsidRDefault="0070117B" w:rsidP="00DC7E57">
      <w:pPr>
        <w:pStyle w:val="Paragraphedeliste"/>
        <w:jc w:val="both"/>
        <w:rPr>
          <w:rFonts w:ascii="Arial" w:hAnsi="Arial" w:cs="Arial"/>
          <w:b/>
        </w:rPr>
      </w:pPr>
    </w:p>
    <w:p w:rsidR="0070117B" w:rsidRPr="0070117B" w:rsidRDefault="001D1B98" w:rsidP="00DC7E5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</w:t>
      </w:r>
      <w:r w:rsidR="00F24CBE">
        <w:rPr>
          <w:rFonts w:ascii="Arial" w:hAnsi="Arial" w:cs="Arial"/>
          <w:b/>
        </w:rPr>
        <w:t>qui arrive à la dernière case + 1 a</w:t>
      </w:r>
      <w:r w:rsidR="0070117B" w:rsidRPr="0070117B">
        <w:rPr>
          <w:rFonts w:ascii="Arial" w:hAnsi="Arial" w:cs="Arial"/>
          <w:b/>
        </w:rPr>
        <w:t xml:space="preserve"> gagn</w:t>
      </w:r>
      <w:r w:rsidR="00F24CBE">
        <w:rPr>
          <w:rFonts w:ascii="Arial" w:hAnsi="Arial" w:cs="Arial"/>
          <w:b/>
        </w:rPr>
        <w:t>é</w:t>
      </w:r>
      <w:r w:rsidR="0070117B" w:rsidRPr="0070117B">
        <w:rPr>
          <w:rFonts w:ascii="Arial" w:hAnsi="Arial" w:cs="Arial"/>
          <w:b/>
        </w:rPr>
        <w:t>.</w:t>
      </w:r>
    </w:p>
    <w:p w:rsidR="0070117B" w:rsidRPr="0070117B" w:rsidRDefault="0070117B" w:rsidP="00DC7E57">
      <w:pPr>
        <w:pStyle w:val="Paragraphedeliste"/>
        <w:jc w:val="both"/>
        <w:rPr>
          <w:rFonts w:ascii="Arial" w:hAnsi="Arial" w:cs="Arial"/>
          <w:b/>
        </w:rPr>
      </w:pPr>
    </w:p>
    <w:p w:rsidR="004B3F3D" w:rsidRPr="00E755A8" w:rsidRDefault="0070117B" w:rsidP="00E755A8">
      <w:pPr>
        <w:jc w:val="both"/>
        <w:rPr>
          <w:rFonts w:ascii="Arial" w:hAnsi="Arial" w:cs="Arial"/>
          <w:b/>
        </w:rPr>
      </w:pPr>
      <w:r w:rsidRPr="0070117B">
        <w:rPr>
          <w:rFonts w:ascii="Arial" w:hAnsi="Arial" w:cs="Arial"/>
          <w:b/>
          <w:u w:val="single"/>
        </w:rPr>
        <w:t>Attention</w:t>
      </w:r>
      <w:r w:rsidR="001D1B98">
        <w:rPr>
          <w:rFonts w:ascii="Arial" w:hAnsi="Arial" w:cs="Arial"/>
          <w:b/>
        </w:rPr>
        <w:t xml:space="preserve"> : afin de gagner la partie, l'élève </w:t>
      </w:r>
      <w:r w:rsidRPr="0070117B">
        <w:rPr>
          <w:rFonts w:ascii="Arial" w:hAnsi="Arial" w:cs="Arial"/>
          <w:b/>
        </w:rPr>
        <w:t xml:space="preserve">doit tirer un chiffre l'amenant à se déplacer sur la dernière case colorée + 1. Si celui-ci </w:t>
      </w:r>
      <w:r w:rsidR="001D1B98">
        <w:rPr>
          <w:rFonts w:ascii="Arial" w:hAnsi="Arial" w:cs="Arial"/>
          <w:b/>
        </w:rPr>
        <w:t>ne tire pas ce chiffre exact, l'élève</w:t>
      </w:r>
      <w:r w:rsidRPr="0070117B">
        <w:rPr>
          <w:rFonts w:ascii="Arial" w:hAnsi="Arial" w:cs="Arial"/>
          <w:b/>
        </w:rPr>
        <w:t xml:space="preserve"> devra reculer sur le parcours du nombre de cases </w:t>
      </w:r>
      <w:r w:rsidR="009943DC">
        <w:rPr>
          <w:rFonts w:ascii="Arial" w:hAnsi="Arial" w:cs="Arial"/>
          <w:b/>
        </w:rPr>
        <w:t>excédentaires</w:t>
      </w:r>
      <w:r w:rsidRPr="0070117B">
        <w:rPr>
          <w:rFonts w:ascii="Arial" w:hAnsi="Arial" w:cs="Arial"/>
          <w:b/>
        </w:rPr>
        <w:t xml:space="preserve">. </w:t>
      </w:r>
      <w:bookmarkStart w:id="0" w:name="_GoBack"/>
      <w:bookmarkEnd w:id="0"/>
    </w:p>
    <w:sectPr w:rsidR="004B3F3D" w:rsidRPr="00E755A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60F8A"/>
    <w:multiLevelType w:val="hybridMultilevel"/>
    <w:tmpl w:val="A8F2FC3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D1B98"/>
    <w:rsid w:val="003F707B"/>
    <w:rsid w:val="004163C9"/>
    <w:rsid w:val="004A3EDD"/>
    <w:rsid w:val="004B3F3D"/>
    <w:rsid w:val="00507F03"/>
    <w:rsid w:val="00687DE3"/>
    <w:rsid w:val="006F6642"/>
    <w:rsid w:val="0070117B"/>
    <w:rsid w:val="009943DC"/>
    <w:rsid w:val="00B431DF"/>
    <w:rsid w:val="00C113DD"/>
    <w:rsid w:val="00C250AF"/>
    <w:rsid w:val="00C45E62"/>
    <w:rsid w:val="00D27410"/>
    <w:rsid w:val="00D61C79"/>
    <w:rsid w:val="00D71EF0"/>
    <w:rsid w:val="00DC7E57"/>
    <w:rsid w:val="00DF5E50"/>
    <w:rsid w:val="00E755A8"/>
    <w:rsid w:val="00F24CBE"/>
    <w:rsid w:val="00F5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7011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  <w:style w:type="paragraph" w:customStyle="1" w:styleId="Body">
    <w:name w:val="Body"/>
    <w:rsid w:val="007011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AB31CAFA.dotm</Template>
  <TotalTime>4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2019-07-22T14:41:00Z</dcterms:created>
  <dcterms:modified xsi:type="dcterms:W3CDTF">2019-07-29T06:58:00Z</dcterms:modified>
</cp:coreProperties>
</file>